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0D1E">
        <w:rPr>
          <w:rFonts w:ascii="Arial" w:hAnsi="Arial" w:cs="Arial"/>
          <w:b/>
          <w:caps/>
          <w:sz w:val="28"/>
          <w:szCs w:val="28"/>
        </w:rPr>
        <w:t>1817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B0D1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0D1E">
              <w:rPr>
                <w:rFonts w:ascii="Arial" w:hAnsi="Arial" w:cs="Arial"/>
                <w:sz w:val="20"/>
                <w:szCs w:val="20"/>
              </w:rPr>
              <w:t>Solicita limpeza de bueiros entupidos no Conjunto Residencial Araucária, situado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B0D1E">
        <w:rPr>
          <w:rFonts w:ascii="Arial" w:hAnsi="Arial" w:cs="Arial"/>
        </w:rPr>
        <w:t>à</w:t>
      </w:r>
      <w:r w:rsidR="00CB0D1E" w:rsidRPr="00CB0D1E">
        <w:rPr>
          <w:rFonts w:ascii="Arial" w:hAnsi="Arial" w:cs="Arial"/>
        </w:rPr>
        <w:t xml:space="preserve"> limpeza de bueiros entupidos no Conjunto Residencial Araucária, situado no Jardim Santo Antonio da Boa Vista.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B0D1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B0D1E">
        <w:rPr>
          <w:rFonts w:ascii="Arial" w:hAnsi="Arial" w:cs="Arial"/>
        </w:rPr>
        <w:t>15 de agosto de 2018.</w:t>
      </w:r>
    </w:p>
    <w:p w:rsidR="00CB0D1E" w:rsidRDefault="00CB0D1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D1E" w:rsidRDefault="00CB0D1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D1E" w:rsidRDefault="00CB0D1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0D1E" w:rsidRPr="00A34F2C" w:rsidRDefault="00CB0D1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B0D1E" w:rsidRDefault="00CB0D1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CB0D1E" w:rsidRDefault="00CB0D1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B0D1E" w:rsidRPr="00A34F2C" w:rsidRDefault="00CB0D1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B0D1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00C" w:rsidRDefault="0036400C">
      <w:r>
        <w:separator/>
      </w:r>
    </w:p>
  </w:endnote>
  <w:endnote w:type="continuationSeparator" w:id="0">
    <w:p w:rsidR="0036400C" w:rsidRDefault="0036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00C" w:rsidRDefault="0036400C">
      <w:r>
        <w:separator/>
      </w:r>
    </w:p>
  </w:footnote>
  <w:footnote w:type="continuationSeparator" w:id="0">
    <w:p w:rsidR="0036400C" w:rsidRDefault="00364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31C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6400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31C8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0D1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2C69D-A0A9-48C7-B980-F70F3DC6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2018-08-14T11:14:00Z</cp:lastPrinted>
  <dcterms:created xsi:type="dcterms:W3CDTF">2018-08-14T11:14:00Z</dcterms:created>
  <dcterms:modified xsi:type="dcterms:W3CDTF">2018-08-14T11:14:00Z</dcterms:modified>
</cp:coreProperties>
</file>